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DC" w:rsidRDefault="00920C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22.8pt;margin-top:23.85pt;width:73.75pt;height:20.75pt;z-index:251659264" filled="f" stroked="f" strokecolor="white [3212]">
            <v:textbox>
              <w:txbxContent>
                <w:p w:rsidR="00172EE2" w:rsidRDefault="00B137EF">
                  <w:r>
                    <w:t>T</w:t>
                  </w:r>
                  <w:r w:rsidR="00172EE2">
                    <w:t>ext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2.35pt;margin-top:10.6pt;width:211.6pt;height:51.25pt;z-index:251658240" fillcolor="#c0504d [3205]" stroked="f">
            <v:textbox>
              <w:txbxContent>
                <w:p w:rsidR="00172EE2" w:rsidRDefault="00172EE2"/>
              </w:txbxContent>
            </v:textbox>
          </v:shape>
        </w:pict>
      </w:r>
    </w:p>
    <w:sectPr w:rsidR="004C1BDC" w:rsidSect="004C1B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20"/>
  <w:characterSpacingControl w:val="doNotCompress"/>
  <w:compat/>
  <w:rsids>
    <w:rsidRoot w:val="00EB728F"/>
    <w:rsid w:val="00172EE2"/>
    <w:rsid w:val="001948FE"/>
    <w:rsid w:val="002349F7"/>
    <w:rsid w:val="0035605E"/>
    <w:rsid w:val="00401F50"/>
    <w:rsid w:val="004C1BDC"/>
    <w:rsid w:val="00512999"/>
    <w:rsid w:val="008D489D"/>
    <w:rsid w:val="00911B37"/>
    <w:rsid w:val="00920C55"/>
    <w:rsid w:val="00A06A43"/>
    <w:rsid w:val="00B137EF"/>
    <w:rsid w:val="00DC74BB"/>
    <w:rsid w:val="00EB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0983D-5CEF-4DDD-8D59-107A92CF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0</Words>
  <Characters>2</Characters>
  <Application>Microsoft Office Word</Application>
  <DocSecurity>0</DocSecurity>
  <Lines>1</Lines>
  <Paragraphs>1</Paragraphs>
  <ScaleCrop>false</ScaleCrop>
  <Company>synerzip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9</cp:revision>
  <dcterms:created xsi:type="dcterms:W3CDTF">2015-04-15T16:11:00Z</dcterms:created>
  <dcterms:modified xsi:type="dcterms:W3CDTF">2015-04-19T18:42:00Z</dcterms:modified>
</cp:coreProperties>
</file>